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8B4E7D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FC2C22">
        <w:rPr>
          <w:b/>
          <w:color w:val="FF5200" w:themeColor="accent2"/>
          <w:sz w:val="36"/>
          <w:szCs w:val="36"/>
        </w:rPr>
        <w:t>s názvem „</w:t>
      </w:r>
      <w:bookmarkStart w:id="0" w:name="_Hlk161820495"/>
      <w:r w:rsidR="00253169" w:rsidRPr="00FC2C22">
        <w:rPr>
          <w:b/>
          <w:color w:val="FF5200" w:themeColor="accent2"/>
          <w:sz w:val="36"/>
          <w:szCs w:val="36"/>
        </w:rPr>
        <w:t>Dodávka vozidla kategorie M1</w:t>
      </w:r>
      <w:bookmarkEnd w:id="0"/>
      <w:r w:rsidR="0031280B" w:rsidRPr="00FC2C22">
        <w:rPr>
          <w:b/>
          <w:color w:val="FF5200" w:themeColor="accent2"/>
          <w:sz w:val="36"/>
          <w:szCs w:val="36"/>
        </w:rPr>
        <w:t>“</w:t>
      </w:r>
      <w:r w:rsidR="000128D4" w:rsidRPr="00FC2C2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C2C2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C2C22" w:rsidRPr="00FC2C2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9072/2024-SŽ-OŘ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4AD5C76" w14:textId="080D2A43" w:rsidR="00FC2C22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2248511" w:history="1">
            <w:r w:rsidR="00FC2C22" w:rsidRPr="003F444B">
              <w:rPr>
                <w:rStyle w:val="Hypertextovodkaz"/>
                <w:noProof/>
              </w:rPr>
              <w:t>Kapitola 1.</w:t>
            </w:r>
            <w:r w:rsidR="00FC2C2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C2C22" w:rsidRPr="003F444B">
              <w:rPr>
                <w:rStyle w:val="Hypertextovodkaz"/>
                <w:noProof/>
              </w:rPr>
              <w:t>Základní údaje k nabídce</w:t>
            </w:r>
            <w:r w:rsidR="00FC2C22">
              <w:rPr>
                <w:noProof/>
                <w:webHidden/>
              </w:rPr>
              <w:tab/>
            </w:r>
            <w:r w:rsidR="00FC2C22">
              <w:rPr>
                <w:noProof/>
                <w:webHidden/>
              </w:rPr>
              <w:fldChar w:fldCharType="begin"/>
            </w:r>
            <w:r w:rsidR="00FC2C22">
              <w:rPr>
                <w:noProof/>
                <w:webHidden/>
              </w:rPr>
              <w:instrText xml:space="preserve"> PAGEREF _Toc162248511 \h </w:instrText>
            </w:r>
            <w:r w:rsidR="00FC2C22">
              <w:rPr>
                <w:noProof/>
                <w:webHidden/>
              </w:rPr>
            </w:r>
            <w:r w:rsidR="00FC2C22">
              <w:rPr>
                <w:noProof/>
                <w:webHidden/>
              </w:rPr>
              <w:fldChar w:fldCharType="separate"/>
            </w:r>
            <w:r w:rsidR="00FC2C22">
              <w:rPr>
                <w:noProof/>
                <w:webHidden/>
              </w:rPr>
              <w:t>2</w:t>
            </w:r>
            <w:r w:rsidR="00FC2C22">
              <w:rPr>
                <w:noProof/>
                <w:webHidden/>
              </w:rPr>
              <w:fldChar w:fldCharType="end"/>
            </w:r>
          </w:hyperlink>
        </w:p>
        <w:p w14:paraId="79C0EC29" w14:textId="2450231D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12" w:history="1">
            <w:r w:rsidRPr="003F444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0E42A" w14:textId="19097498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13" w:history="1">
            <w:r w:rsidRPr="003F444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AE2873" w14:textId="391E1C96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14" w:history="1">
            <w:r w:rsidRPr="003F444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2B419" w14:textId="445E602A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15" w:history="1">
            <w:r w:rsidRPr="003F444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D3E146" w14:textId="1F3BE0C0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16" w:history="1">
            <w:r w:rsidRPr="003F444B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760B21" w14:textId="0EC222B5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17" w:history="1">
            <w:r w:rsidRPr="003F444B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5BC84" w14:textId="602FCF0E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18" w:history="1">
            <w:r w:rsidRPr="003F444B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Čestné</w:t>
            </w:r>
            <w:r w:rsidRPr="003F444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rStyle w:val="Hypertextovodkaz"/>
                <w:rFonts w:eastAsia="Times New Roman"/>
                <w:noProof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6DF163" w14:textId="389DD974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19" w:history="1">
            <w:r w:rsidRPr="003F444B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Čestné</w:t>
            </w:r>
            <w:r w:rsidRPr="003F444B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25036" w14:textId="6A282CD9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20" w:history="1">
            <w:r w:rsidRPr="003F444B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BFB04" w14:textId="25273297" w:rsidR="00FC2C22" w:rsidRDefault="00FC2C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248521" w:history="1">
            <w:r w:rsidRPr="003F444B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F444B">
              <w:rPr>
                <w:rStyle w:val="Hypertextovodkaz"/>
                <w:noProof/>
              </w:rPr>
              <w:t>Čestné</w:t>
            </w:r>
            <w:r w:rsidRPr="003F444B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_Toc162248521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24D908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21E0347B" w:rsidR="00FC2C22" w:rsidRDefault="00FC2C22" w:rsidP="00FC2C22">
      <w:pPr>
        <w:tabs>
          <w:tab w:val="center" w:pos="4351"/>
        </w:tabs>
        <w:jc w:val="center"/>
      </w:pPr>
    </w:p>
    <w:p w14:paraId="314A13A6" w14:textId="77777777" w:rsidR="0031280B" w:rsidRDefault="0031280B" w:rsidP="00FC2C22">
      <w:pPr>
        <w:tabs>
          <w:tab w:val="center" w:pos="4351"/>
        </w:tabs>
      </w:pPr>
      <w:r w:rsidRPr="00FC2C22">
        <w:br w:type="page"/>
      </w:r>
      <w:r w:rsidR="00FC2C22">
        <w:lastRenderedPageBreak/>
        <w:tab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62248511"/>
      <w:r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5420DBFD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Železničářská 1386/31, PSČ 400 03</w:t>
      </w:r>
      <w:r w:rsidR="00F76012">
        <w:rPr>
          <w:rFonts w:eastAsia="Times New Roman" w:cs="Times New Roman"/>
          <w:lang w:eastAsia="cs-CZ"/>
        </w:rPr>
        <w:t>, Ústí nad Labem</w:t>
      </w:r>
      <w:bookmarkStart w:id="2" w:name="_GoBack"/>
      <w:bookmarkEnd w:id="2"/>
    </w:p>
    <w:p w14:paraId="51E167B5" w14:textId="229756C6" w:rsidR="00EA444A" w:rsidRDefault="00EA444A" w:rsidP="00253169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253169" w:rsidRPr="00253169">
        <w:t>Ing. Martinem Kašparem, ředitelem organizační jednotky, 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306513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306513">
        <w:rPr>
          <w:rFonts w:eastAsia="Times New Roman" w:cs="Times New Roman"/>
          <w:b/>
          <w:highlight w:val="green"/>
          <w:lang w:eastAsia="cs-CZ"/>
        </w:rPr>
        <w:t>jméno osoby/název firmy</w:t>
      </w:r>
    </w:p>
    <w:p w14:paraId="7DF6B56F" w14:textId="77777777" w:rsidR="008B1A2C" w:rsidRPr="00306513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306513">
        <w:rPr>
          <w:rFonts w:eastAsia="Times New Roman" w:cs="Times New Roman"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62BC5DBB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C27062C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253169">
        <w:t>Výzvy k podání nabíd</w:t>
      </w:r>
      <w:r w:rsidR="004C76E9" w:rsidRPr="00253169">
        <w:t>ky</w:t>
      </w:r>
      <w:r w:rsidRPr="00253169">
        <w:t xml:space="preserve"> na veřejnou zakázku zadávanou</w:t>
      </w:r>
      <w:r w:rsidR="004C76E9" w:rsidRPr="00253169">
        <w:t xml:space="preserve"> jako </w:t>
      </w:r>
      <w:r w:rsidR="000128D4" w:rsidRPr="00253169">
        <w:rPr>
          <w:rFonts w:eastAsia="Times New Roman" w:cs="Times New Roman"/>
          <w:lang w:eastAsia="cs-CZ"/>
        </w:rPr>
        <w:t>podlimitní sektorovou veřejnou zakázku</w:t>
      </w:r>
      <w:r w:rsidRPr="00253169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5BFC63A" w14:textId="425E8011" w:rsidR="00253169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253169">
        <w:tab/>
      </w:r>
      <w:r w:rsidR="00253169">
        <w:tab/>
      </w:r>
      <w:r w:rsidR="00253169">
        <w:tab/>
      </w:r>
      <w:r w:rsidR="00253169">
        <w:tab/>
      </w:r>
      <w:r w:rsidR="00253169" w:rsidRPr="00D15823">
        <w:rPr>
          <w:highlight w:val="green"/>
        </w:rPr>
        <w:t>[VLOŽÍ ÚČASTNÍK]</w:t>
      </w:r>
    </w:p>
    <w:p w14:paraId="38DEA29D" w14:textId="3E63E9FD" w:rsidR="00253169" w:rsidRDefault="00253169" w:rsidP="00253169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501141B1" w14:textId="45E9606F" w:rsidR="00253169" w:rsidRDefault="00253169" w:rsidP="00253169">
      <w:pPr>
        <w:rPr>
          <w:highlight w:val="yellow"/>
        </w:rPr>
      </w:pPr>
      <w:r>
        <w:t>Celková nabídková cena v Kč včetně DPH:</w:t>
      </w:r>
      <w:r>
        <w:tab/>
      </w:r>
      <w:r w:rsidR="007F1A90">
        <w:tab/>
      </w:r>
      <w:r w:rsidR="007F1A90">
        <w:tab/>
      </w:r>
      <w:r w:rsidRPr="00D15823">
        <w:rPr>
          <w:highlight w:val="green"/>
        </w:rPr>
        <w:t>[VLOŽÍ ÚČASTNÍK]</w:t>
      </w:r>
    </w:p>
    <w:p w14:paraId="2915FC32" w14:textId="29244536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7C4EE2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7601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7601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7C4EE2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7C4EE2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3" w:name="_Toc162248512"/>
      <w:r w:rsidRPr="006E5C6C">
        <w:t>Čestné prohlášení o splnění</w:t>
      </w:r>
      <w:r w:rsidRPr="006E5C6C">
        <w:br/>
        <w:t>základní způsobilosti</w:t>
      </w:r>
      <w:bookmarkEnd w:id="3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4" w:name="_Toc1622485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5" w:name="_Toc162248514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62248515"/>
      <w:r w:rsidRPr="00E85D44">
        <w:lastRenderedPageBreak/>
        <w:t>Čestné prohlášení o splnění technické kvalifikace</w:t>
      </w:r>
      <w:bookmarkEnd w:id="6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7080A62" w14:textId="1845CEF4" w:rsidR="00E85D44" w:rsidRDefault="00253169" w:rsidP="00253169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  <w:r w:rsidR="00E85D44">
        <w:rPr>
          <w:rFonts w:eastAsia="Times New Roman" w:cs="Times New Roman"/>
          <w:lang w:eastAsia="cs-CZ"/>
        </w:rPr>
        <w:t xml:space="preserve"> </w:t>
      </w: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62248516"/>
      <w:r>
        <w:t>Seznam osob</w:t>
      </w:r>
      <w:bookmarkEnd w:id="7"/>
      <w:bookmarkEnd w:id="8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32DB798" w:rsidR="00F44645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31A78EB0" w14:textId="71763E0D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376E49" w14:textId="498EC035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4709B5B" w14:textId="6F04AD53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17A3CFE" w14:textId="6982AF38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588D41B" w14:textId="7D3DE4B3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A7B9F83" w14:textId="03A3416E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911CE76" w14:textId="2B2A52DE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1B9EBDD" w14:textId="249A2F44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A13FD19" w14:textId="7BE1872A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60B435B" w14:textId="4923BF84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B771366" w14:textId="22303834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EE8D804" w14:textId="35B3E2FA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1175C46" w14:textId="083BBFE7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3DA58E" w14:textId="130531F9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95ADAD3" w14:textId="3D89A16D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402A518" w14:textId="54846308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D81786" w14:textId="7E0B65EA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651B420" w14:textId="5777FBAD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0FF03B3" w14:textId="423DBA6D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525BD9D" w14:textId="23E81DF5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AD20564" w14:textId="06258873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8F06350" w14:textId="691EF576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3BBA44E" w14:textId="309B2884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B6E242C" w14:textId="5B6E8C1E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B023676" w14:textId="5EF0255B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DD601C1" w14:textId="560E1FF4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6ECC17C" w14:textId="73C796D3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AF20254" w14:textId="41503D16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E445666" w14:textId="5EB365FD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35C7A12" w14:textId="2DC3D23E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C6555DC" w14:textId="669BC1BF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0649AA7" w14:textId="2E8D991D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937B9F8" w14:textId="39E60515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85DD3FD" w14:textId="529A7730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ADB43F5" w14:textId="18CAC77A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6535303" w14:textId="35A45CB4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D852B38" w14:textId="78D80EA2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3B65078" w14:textId="5439C98F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7F6551B" w14:textId="502BC4B3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A25E357" w14:textId="5A8F520D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74BA792" w14:textId="3C6866A1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C35F91F" w14:textId="0DA2CA72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93D2306" w14:textId="79756C13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8C01F5F" w14:textId="6D804CC3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E0DB917" w14:textId="1F82A90F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29C681B" w14:textId="7552D4D5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5BBE77E" w14:textId="14AC86D9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9BDDD8B" w14:textId="43E8E581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8B94EB1" w14:textId="3BE93409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C7E13CF" w14:textId="0BCAE48A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1AE2AD3" w14:textId="11AD85F8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8F9401B" w14:textId="77777777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DE4B005" w14:textId="49419C16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0DE3F6" w14:textId="30EF4AC1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713A7A7" w14:textId="77777777" w:rsidR="00D15823" w:rsidRDefault="00D1582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9" w:name="_Toc162248517"/>
      <w:r w:rsidRPr="000128D4">
        <w:lastRenderedPageBreak/>
        <w:t>Čestné prohlášení o ekonomické kvalifikaci</w:t>
      </w:r>
      <w:bookmarkEnd w:id="9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7AEEEA97" w:rsidR="000128D4" w:rsidRDefault="00D15823" w:rsidP="00D15823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622485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10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1" w:name="_Toc115422087"/>
      <w:bookmarkStart w:id="12" w:name="_Toc16224851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1"/>
      <w:bookmarkEnd w:id="12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3" w:name="Zaškrtávací1"/>
    <w:p w14:paraId="126C56C4" w14:textId="64421F07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F76012">
        <w:fldChar w:fldCharType="separate"/>
      </w:r>
      <w:r>
        <w:fldChar w:fldCharType="end"/>
      </w:r>
      <w:bookmarkEnd w:id="13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15823" w:rsidRPr="00D15823">
        <w:rPr>
          <w:rFonts w:ascii="Verdana" w:hAnsi="Verdana"/>
          <w:b/>
          <w:bCs/>
        </w:rPr>
        <w:t>Dodávka vozidla kategorie M1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579039B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F76012">
        <w:rPr>
          <w:rFonts w:ascii="Verdana" w:hAnsi="Verdana"/>
        </w:rPr>
      </w:r>
      <w:r w:rsidR="00F76012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15823" w:rsidRPr="00D15823">
        <w:rPr>
          <w:rFonts w:ascii="Verdana" w:hAnsi="Verdana"/>
          <w:b/>
          <w:bCs/>
        </w:rPr>
        <w:t>Dodávka vozidla kategorie M1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4" w:name="_Toc162248520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4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189AE005" w14:textId="23BF3CEC" w:rsidR="00CB377A" w:rsidRDefault="00D15823" w:rsidP="00D15823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A90EC58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24C7D82B" w14:textId="21BCA830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5D8D069D" w14:textId="06439253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69513318" w14:textId="6B2221B8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7746F4E" w14:textId="68DEC6B2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797FD1" w14:textId="61295701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09FBB8A7" w14:textId="18E798BD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07DB5BBC" w14:textId="055B034F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0F9A902B" w14:textId="37998A61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85E6D07" w14:textId="79896B73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27EC06AD" w14:textId="24C8E3E8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9DBF294" w14:textId="15F5F38E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78D559F" w14:textId="241A6FBB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253D30E7" w14:textId="3789CAD6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3C374112" w14:textId="2EC81466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CC3641F" w14:textId="7EE4D5A5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2BE519B9" w14:textId="77777777" w:rsidR="00D15823" w:rsidRDefault="00D1582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F33507F" w14:textId="20624C66" w:rsidR="00CB377A" w:rsidRDefault="00CB377A" w:rsidP="002126E7">
      <w:pPr>
        <w:rPr>
          <w:lang w:eastAsia="cs-CZ"/>
        </w:rPr>
      </w:pPr>
    </w:p>
    <w:p w14:paraId="7619A08B" w14:textId="77777777" w:rsidR="00F242DB" w:rsidRDefault="00F242DB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5" w:name="_Toc16224852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5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502B894F" w:rsidR="006827CF" w:rsidRDefault="00D15823" w:rsidP="00D15823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D1582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7C4EE2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17ACA" w14:textId="77777777" w:rsidR="007C4EE2" w:rsidRDefault="007C4EE2" w:rsidP="00962258">
      <w:pPr>
        <w:spacing w:after="0" w:line="240" w:lineRule="auto"/>
      </w:pPr>
      <w:r>
        <w:separator/>
      </w:r>
    </w:p>
  </w:endnote>
  <w:endnote w:type="continuationSeparator" w:id="0">
    <w:p w14:paraId="1A363FF1" w14:textId="77777777" w:rsidR="007C4EE2" w:rsidRDefault="007C4E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040C4" w14:textId="77777777" w:rsidR="007C4EE2" w:rsidRDefault="007C4EE2" w:rsidP="00962258">
      <w:pPr>
        <w:spacing w:after="0" w:line="240" w:lineRule="auto"/>
      </w:pPr>
      <w:r>
        <w:separator/>
      </w:r>
    </w:p>
  </w:footnote>
  <w:footnote w:type="continuationSeparator" w:id="0">
    <w:p w14:paraId="014E9D3F" w14:textId="77777777" w:rsidR="007C4EE2" w:rsidRDefault="007C4EE2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18"/>
  </w:num>
  <w:num w:numId="36">
    <w:abstractNumId w:val="2"/>
  </w:num>
  <w:num w:numId="37">
    <w:abstractNumId w:val="17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 w:numId="43">
    <w:abstractNumId w:val="14"/>
  </w:num>
  <w:num w:numId="4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53169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06513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1A90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15823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D14BD"/>
    <w:rsid w:val="00F0533E"/>
    <w:rsid w:val="00F1048D"/>
    <w:rsid w:val="00F12DEC"/>
    <w:rsid w:val="00F1715C"/>
    <w:rsid w:val="00F242DB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012"/>
    <w:rsid w:val="00F76E9F"/>
    <w:rsid w:val="00F814D9"/>
    <w:rsid w:val="00F86BA6"/>
    <w:rsid w:val="00F86FD9"/>
    <w:rsid w:val="00FB7211"/>
    <w:rsid w:val="00FC2C22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879CBA-F432-414D-9B91-85A07E09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96</TotalTime>
  <Pages>12</Pages>
  <Words>1521</Words>
  <Characters>8980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21</cp:revision>
  <cp:lastPrinted>2017-11-28T17:18:00Z</cp:lastPrinted>
  <dcterms:created xsi:type="dcterms:W3CDTF">2023-03-01T08:18:00Z</dcterms:created>
  <dcterms:modified xsi:type="dcterms:W3CDTF">2024-03-25T07:42:00Z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